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C5299B" w:rsidRPr="00FD23CD" w14:paraId="37E69E4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C1E3" w14:textId="0564CBAD" w:rsidR="00C5299B" w:rsidRPr="00E002C3" w:rsidRDefault="00C5299B" w:rsidP="00C5299B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57C2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DC171E3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13AE517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734BBF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12D8E31" w14:textId="77777777" w:rsidR="00C5299B" w:rsidRPr="000E5CAE" w:rsidRDefault="00C5299B" w:rsidP="00C5299B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7ABE115" w14:textId="3BB4C34B" w:rsidR="00C5299B" w:rsidRPr="000E5CAE" w:rsidRDefault="00C5299B" w:rsidP="00C5299B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C5299B" w:rsidRPr="00FD23CD" w14:paraId="28A0544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0A48" w14:textId="4341428E" w:rsidR="00C5299B" w:rsidRPr="00E002C3" w:rsidRDefault="00C5299B" w:rsidP="00C5299B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2205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25CEAE4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1ABF4D7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CDC7E93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1F09628" w14:textId="77777777" w:rsidR="00C5299B" w:rsidRPr="000E5CAE" w:rsidRDefault="00C5299B" w:rsidP="00C5299B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BB923D5" w14:textId="35BD7BAF" w:rsidR="00C5299B" w:rsidRPr="000E5CAE" w:rsidRDefault="00C5299B" w:rsidP="00C5299B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C5299B" w:rsidRPr="00FD23CD" w14:paraId="733DCCB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28E8" w14:textId="2A088485" w:rsidR="00C5299B" w:rsidRPr="00E002C3" w:rsidRDefault="00C5299B" w:rsidP="00C5299B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A6A7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6962153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88919AA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5EAA3E30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4209074" w14:textId="77777777" w:rsidR="00C5299B" w:rsidRPr="000E5CAE" w:rsidRDefault="00C5299B" w:rsidP="00C5299B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F5321A0" w14:textId="305283E4" w:rsidR="00C5299B" w:rsidRPr="000E5CAE" w:rsidRDefault="00C5299B" w:rsidP="00C5299B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C5299B" w:rsidRPr="00FD23CD" w14:paraId="5EAFC8E2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8039" w14:textId="65B78526" w:rsidR="00C5299B" w:rsidRPr="00E002C3" w:rsidRDefault="00C5299B" w:rsidP="00C5299B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FFA3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C0ADB38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788C65D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52EC184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DC2B5B9" w14:textId="77777777" w:rsidR="00C5299B" w:rsidRPr="000E5CAE" w:rsidRDefault="00C5299B" w:rsidP="00C5299B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234CD2C" w14:textId="11C27312" w:rsidR="00C5299B" w:rsidRPr="000E5CAE" w:rsidRDefault="00C5299B" w:rsidP="00C5299B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C5299B" w:rsidRPr="00FD23CD" w14:paraId="57D3BE00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0BB2" w14:textId="30780E5C" w:rsidR="00C5299B" w:rsidRPr="00E002C3" w:rsidRDefault="00C5299B" w:rsidP="00C5299B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A209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713F91B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4483F60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2B4130E" w14:textId="77777777" w:rsidR="00C5299B" w:rsidRPr="000E5CAE" w:rsidRDefault="00C5299B" w:rsidP="00C5299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14BB702" w14:textId="77777777" w:rsidR="00C5299B" w:rsidRPr="000E5CAE" w:rsidRDefault="00C5299B" w:rsidP="00C5299B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F5981C1" w14:textId="60B8A709" w:rsidR="00C5299B" w:rsidRPr="000E5CAE" w:rsidRDefault="00C5299B" w:rsidP="00C5299B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  <w:bookmarkStart w:id="0" w:name="_GoBack"/>
      <w:bookmarkEnd w:id="0"/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29ABD96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29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299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5000287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29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299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5299B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6F5CEA-6FC4-4F6A-A752-297D51E1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3</Pages>
  <Words>225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14</cp:revision>
  <cp:lastPrinted>2017-11-28T17:18:00Z</cp:lastPrinted>
  <dcterms:created xsi:type="dcterms:W3CDTF">2020-02-20T14:02:00Z</dcterms:created>
  <dcterms:modified xsi:type="dcterms:W3CDTF">2024-04-02T13:01:00Z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